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37" w:rsidRDefault="008113D5" w:rsidP="00FF1DE7">
      <w:pPr>
        <w:pStyle w:val="Default"/>
        <w:jc w:val="center"/>
        <w:rPr>
          <w:noProof/>
          <w:color w:val="auto"/>
          <w:lang w:val="en-NZ" w:eastAsia="en-NZ"/>
        </w:rPr>
      </w:pPr>
      <w:r>
        <w:rPr>
          <w:noProof/>
          <w:color w:val="auto"/>
          <w:lang w:val="en-NZ" w:eastAsia="en-NZ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-219075</wp:posOffset>
                </wp:positionV>
                <wp:extent cx="1619250" cy="20288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844" w:rsidRDefault="00520844" w:rsidP="00AA3BD8">
                            <w:pPr>
                              <w:jc w:val="center"/>
                            </w:pPr>
                            <w:r>
                              <w:t>Insert School Crest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82.25pt;margin-top:-17.25pt;width:127.5pt;height:159.75pt;z-index:-251599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" fillcolor="white [3201]" strokeweight=".5pt">
                <v:textbox>
                  <w:txbxContent>
                    <w:p w:rsidR="00520844" w:rsidRDefault="00520844" w:rsidP="00AA3BD8">
                      <w:pPr>
                        <w:jc w:val="center"/>
                      </w:pPr>
                      <w:r>
                        <w:t>Insert School Crest</w:t>
                      </w:r>
                    </w:p>
                  </w:txbxContent>
                </v:textbox>
              </v:shape>
            </w:pict>
          </mc:Fallback>
        </mc:AlternateContent>
      </w: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Default="00547F61" w:rsidP="00FF1DE7">
      <w:pPr>
        <w:pStyle w:val="Default"/>
        <w:jc w:val="center"/>
        <w:rPr>
          <w:noProof/>
          <w:color w:val="auto"/>
          <w:lang w:val="en-NZ" w:eastAsia="en-NZ"/>
        </w:rPr>
      </w:pPr>
    </w:p>
    <w:p w:rsidR="00547F61" w:rsidRPr="00D0432B" w:rsidRDefault="00547F61" w:rsidP="00FF1DE7">
      <w:pPr>
        <w:pStyle w:val="Default"/>
        <w:jc w:val="center"/>
        <w:rPr>
          <w:color w:val="auto"/>
          <w:lang w:val="en-AU"/>
        </w:rPr>
      </w:pPr>
    </w:p>
    <w:p w:rsidR="00881437" w:rsidRPr="00D0432B" w:rsidRDefault="00881437" w:rsidP="00FF1DE7">
      <w:pPr>
        <w:pStyle w:val="Default"/>
        <w:jc w:val="center"/>
        <w:rPr>
          <w:color w:val="auto"/>
          <w:lang w:val="en-AU"/>
        </w:rPr>
      </w:pPr>
    </w:p>
    <w:p w:rsidR="00FF1DE7" w:rsidRDefault="00547F61" w:rsidP="00FF1DE7">
      <w:pPr>
        <w:pStyle w:val="Pa0"/>
        <w:jc w:val="center"/>
        <w:rPr>
          <w:b/>
          <w:sz w:val="44"/>
          <w:szCs w:val="44"/>
          <w:lang w:val="en-AU"/>
        </w:rPr>
      </w:pPr>
      <w:r>
        <w:rPr>
          <w:b/>
          <w:sz w:val="44"/>
          <w:szCs w:val="44"/>
          <w:lang w:val="en-AU"/>
        </w:rPr>
        <w:t>&lt;School Name&gt;</w:t>
      </w:r>
    </w:p>
    <w:p w:rsidR="00FF1DE7" w:rsidRDefault="00FF1DE7" w:rsidP="00FF1DE7">
      <w:pPr>
        <w:pStyle w:val="Pa0"/>
        <w:jc w:val="center"/>
        <w:rPr>
          <w:b/>
          <w:sz w:val="44"/>
          <w:szCs w:val="44"/>
          <w:lang w:val="en-AU"/>
        </w:rPr>
      </w:pPr>
    </w:p>
    <w:p w:rsidR="00881437" w:rsidRPr="001841E0" w:rsidRDefault="00881437" w:rsidP="00FF1DE7">
      <w:pPr>
        <w:pStyle w:val="Pa0"/>
        <w:jc w:val="center"/>
        <w:rPr>
          <w:sz w:val="36"/>
          <w:szCs w:val="36"/>
          <w:lang w:val="en-AU"/>
        </w:rPr>
      </w:pPr>
      <w:r w:rsidRPr="001841E0">
        <w:rPr>
          <w:b/>
          <w:sz w:val="36"/>
          <w:szCs w:val="36"/>
          <w:lang w:val="en-AU"/>
        </w:rPr>
        <w:t>Level 1 History</w:t>
      </w:r>
      <w:r w:rsidRPr="001841E0">
        <w:rPr>
          <w:sz w:val="36"/>
          <w:szCs w:val="36"/>
          <w:lang w:val="en-AU"/>
        </w:rPr>
        <w:t xml:space="preserve">, </w:t>
      </w:r>
      <w:r w:rsidRPr="001841E0">
        <w:rPr>
          <w:b/>
          <w:sz w:val="36"/>
          <w:szCs w:val="36"/>
          <w:lang w:val="en-AU"/>
        </w:rPr>
        <w:t>20</w:t>
      </w:r>
      <w:r>
        <w:rPr>
          <w:b/>
          <w:sz w:val="36"/>
          <w:szCs w:val="36"/>
          <w:lang w:val="en-AU"/>
        </w:rPr>
        <w:t>11</w:t>
      </w:r>
    </w:p>
    <w:p w:rsidR="00881437" w:rsidRPr="001841E0" w:rsidRDefault="00881437" w:rsidP="00FF1DE7">
      <w:pPr>
        <w:pStyle w:val="TitleNumber"/>
        <w:rPr>
          <w:rFonts w:ascii="Arial" w:hAnsi="Arial"/>
          <w:color w:val="auto"/>
          <w:sz w:val="28"/>
          <w:szCs w:val="28"/>
          <w:lang w:val="en-AU"/>
        </w:rPr>
      </w:pPr>
      <w:proofErr w:type="gramStart"/>
      <w:r>
        <w:rPr>
          <w:rFonts w:ascii="Arial" w:hAnsi="Arial"/>
          <w:color w:val="auto"/>
          <w:sz w:val="28"/>
          <w:szCs w:val="28"/>
          <w:lang w:val="en-AU"/>
        </w:rPr>
        <w:t>91003</w:t>
      </w:r>
      <w:r w:rsidRPr="001841E0">
        <w:rPr>
          <w:rFonts w:ascii="Arial" w:hAnsi="Arial"/>
          <w:color w:val="auto"/>
          <w:sz w:val="28"/>
          <w:szCs w:val="28"/>
          <w:lang w:val="en-AU"/>
        </w:rPr>
        <w:t xml:space="preserve">  </w:t>
      </w:r>
      <w:r>
        <w:rPr>
          <w:rFonts w:ascii="Arial" w:hAnsi="Arial"/>
          <w:color w:val="auto"/>
          <w:sz w:val="28"/>
          <w:szCs w:val="28"/>
          <w:lang w:val="en-AU"/>
        </w:rPr>
        <w:t>Interpret</w:t>
      </w:r>
      <w:proofErr w:type="gramEnd"/>
      <w:r>
        <w:rPr>
          <w:rFonts w:ascii="Arial" w:hAnsi="Arial"/>
          <w:color w:val="auto"/>
          <w:sz w:val="28"/>
          <w:szCs w:val="28"/>
          <w:lang w:val="en-AU"/>
        </w:rPr>
        <w:t xml:space="preserve"> sources of an historical event of significance to New Zealanders</w:t>
      </w:r>
    </w:p>
    <w:p w:rsidR="00881437" w:rsidRDefault="00881437" w:rsidP="00FF1DE7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b/>
          <w:sz w:val="36"/>
          <w:szCs w:val="36"/>
        </w:rPr>
      </w:pPr>
    </w:p>
    <w:p w:rsidR="00881437" w:rsidRPr="00DD1C12" w:rsidRDefault="00881437" w:rsidP="00FF1DE7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b/>
        </w:rPr>
      </w:pPr>
      <w:r>
        <w:rPr>
          <w:b/>
        </w:rPr>
        <w:t>Name: __________________________________________________________________</w:t>
      </w:r>
    </w:p>
    <w:p w:rsidR="00881437" w:rsidRPr="00D0432B" w:rsidRDefault="00881437" w:rsidP="00FF1DE7">
      <w:pPr>
        <w:pStyle w:val="Default"/>
        <w:spacing w:before="120" w:line="361" w:lineRule="atLeast"/>
        <w:jc w:val="center"/>
        <w:rPr>
          <w:b/>
          <w:color w:val="auto"/>
          <w:sz w:val="36"/>
          <w:szCs w:val="36"/>
          <w:lang w:val="en-AU"/>
        </w:rPr>
      </w:pPr>
    </w:p>
    <w:p w:rsidR="00881437" w:rsidRPr="00D0432B" w:rsidRDefault="00881437" w:rsidP="00FF1DE7">
      <w:pPr>
        <w:pStyle w:val="Pa4"/>
        <w:jc w:val="center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September 2011</w:t>
      </w:r>
    </w:p>
    <w:p w:rsidR="00881437" w:rsidRPr="00D0432B" w:rsidRDefault="00881437" w:rsidP="00FF1DE7">
      <w:pPr>
        <w:pStyle w:val="Default"/>
        <w:jc w:val="center"/>
        <w:rPr>
          <w:lang w:val="en-AU"/>
        </w:rPr>
      </w:pPr>
    </w:p>
    <w:p w:rsidR="00881437" w:rsidRPr="00D0432B" w:rsidRDefault="00881437" w:rsidP="00FF1DE7">
      <w:pPr>
        <w:pStyle w:val="Default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31" w:color="auto"/>
        </w:pBdr>
        <w:jc w:val="center"/>
        <w:rPr>
          <w:b/>
          <w:sz w:val="32"/>
          <w:lang w:val="en-AU"/>
        </w:rPr>
      </w:pPr>
      <w:r w:rsidRPr="00D0432B">
        <w:rPr>
          <w:b/>
          <w:sz w:val="32"/>
          <w:lang w:val="en-AU"/>
        </w:rPr>
        <w:t>QUESTION BOOKLET</w:t>
      </w:r>
    </w:p>
    <w:p w:rsidR="00881437" w:rsidRPr="00D0432B" w:rsidRDefault="00881437" w:rsidP="00FF1DE7">
      <w:pPr>
        <w:pStyle w:val="Default"/>
        <w:jc w:val="center"/>
        <w:rPr>
          <w:lang w:val="en-AU"/>
        </w:rPr>
      </w:pPr>
    </w:p>
    <w:p w:rsidR="00881437" w:rsidRPr="00881437" w:rsidRDefault="00881437" w:rsidP="00FF1DE7">
      <w:pPr>
        <w:pStyle w:val="BodyText"/>
        <w:jc w:val="center"/>
        <w:rPr>
          <w:color w:val="000000" w:themeColor="text1"/>
        </w:rPr>
      </w:pPr>
      <w:r w:rsidRPr="00881437">
        <w:rPr>
          <w:color w:val="000000" w:themeColor="text1"/>
        </w:rPr>
        <w:t>Refer to this booklet to answer the question</w:t>
      </w:r>
      <w:r>
        <w:rPr>
          <w:color w:val="000000" w:themeColor="text1"/>
        </w:rPr>
        <w:t>s</w:t>
      </w:r>
      <w:r w:rsidRPr="00881437">
        <w:rPr>
          <w:color w:val="000000" w:themeColor="text1"/>
        </w:rPr>
        <w:t xml:space="preserve"> for History 91003 (1.3).</w:t>
      </w:r>
    </w:p>
    <w:p w:rsidR="00881437" w:rsidRPr="00881437" w:rsidRDefault="00881437" w:rsidP="00FF1DE7">
      <w:pPr>
        <w:pStyle w:val="SpacerSmall"/>
        <w:jc w:val="center"/>
        <w:rPr>
          <w:color w:val="000000" w:themeColor="text1"/>
        </w:rPr>
      </w:pPr>
    </w:p>
    <w:p w:rsidR="00881437" w:rsidRPr="00D0432B" w:rsidRDefault="00881437" w:rsidP="00FF1DE7">
      <w:pPr>
        <w:pStyle w:val="Default"/>
        <w:jc w:val="center"/>
        <w:rPr>
          <w:lang w:val="en-AU"/>
        </w:rPr>
      </w:pPr>
    </w:p>
    <w:tbl>
      <w:tblPr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344"/>
        <w:gridCol w:w="3829"/>
      </w:tblGrid>
      <w:tr w:rsidR="00881437" w:rsidRPr="00D0432B" w:rsidTr="00FF1DE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881437" w:rsidRPr="00333B23" w:rsidRDefault="00881437" w:rsidP="00FF1DE7">
            <w:pPr>
              <w:pStyle w:val="Pa3"/>
              <w:jc w:val="center"/>
              <w:rPr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 Criteria</w:t>
            </w:r>
          </w:p>
        </w:tc>
      </w:tr>
      <w:tr w:rsidR="00881437" w:rsidRPr="00D0432B" w:rsidTr="00FF1DE7"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881437" w:rsidRPr="00333B23" w:rsidRDefault="00881437" w:rsidP="00FF1DE7">
            <w:pPr>
              <w:pStyle w:val="Pa1"/>
              <w:jc w:val="center"/>
              <w:rPr>
                <w:color w:val="000000"/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881437" w:rsidRPr="00333B23" w:rsidRDefault="00881437" w:rsidP="00FF1DE7">
            <w:pPr>
              <w:pStyle w:val="Pa1"/>
              <w:spacing w:after="120"/>
              <w:jc w:val="center"/>
              <w:rPr>
                <w:color w:val="000000"/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</w:t>
            </w:r>
            <w:r w:rsidRPr="00333B23">
              <w:rPr>
                <w:b/>
                <w:color w:val="000000"/>
                <w:lang w:val="en-AU"/>
              </w:rPr>
              <w:br/>
              <w:t>with Merit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881437" w:rsidRPr="00333B23" w:rsidRDefault="00881437" w:rsidP="00FF1DE7">
            <w:pPr>
              <w:pStyle w:val="Pa1"/>
              <w:jc w:val="center"/>
              <w:rPr>
                <w:color w:val="000000"/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</w:t>
            </w:r>
            <w:r w:rsidRPr="00333B23">
              <w:rPr>
                <w:b/>
                <w:color w:val="000000"/>
                <w:lang w:val="en-AU"/>
              </w:rPr>
              <w:br/>
              <w:t>with Excellence</w:t>
            </w:r>
          </w:p>
        </w:tc>
      </w:tr>
      <w:tr w:rsidR="00881437" w:rsidRPr="00881437" w:rsidTr="00FF1DE7"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</w:tcPr>
          <w:p w:rsidR="00881437" w:rsidRPr="00881437" w:rsidRDefault="00881437" w:rsidP="00FF1DE7">
            <w:pPr>
              <w:pStyle w:val="Criteria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 w:rsidRPr="00881437">
              <w:rPr>
                <w:rFonts w:ascii="Arial" w:hAnsi="Arial" w:cs="Arial"/>
                <w:sz w:val="20"/>
                <w:szCs w:val="20"/>
              </w:rPr>
              <w:t>Interpret sources of an historical event of significance to New Zealanders.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</w:tcPr>
          <w:p w:rsidR="00881437" w:rsidRPr="00881437" w:rsidRDefault="00881437" w:rsidP="00FF1DE7">
            <w:pPr>
              <w:pStyle w:val="Pa8"/>
              <w:jc w:val="center"/>
              <w:rPr>
                <w:rFonts w:cs="Arial"/>
                <w:sz w:val="20"/>
                <w:szCs w:val="20"/>
                <w:lang w:val="en-AU"/>
              </w:rPr>
            </w:pPr>
            <w:r w:rsidRPr="00881437">
              <w:rPr>
                <w:rFonts w:cs="Arial"/>
                <w:sz w:val="20"/>
                <w:szCs w:val="20"/>
              </w:rPr>
              <w:t>Interpret in depth sources of an historical event of significance to New Zealanders.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</w:tcPr>
          <w:p w:rsidR="00881437" w:rsidRPr="00881437" w:rsidRDefault="00881437" w:rsidP="00FF1DE7">
            <w:pPr>
              <w:pStyle w:val="Criteria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>
              <w:rPr>
                <w:rFonts w:cs="Arial"/>
                <w:szCs w:val="24"/>
              </w:rPr>
              <w:t>Comprehensively interpret sources of an historical event of significance to New Zealanders.</w:t>
            </w:r>
          </w:p>
        </w:tc>
      </w:tr>
      <w:tr w:rsidR="00881437" w:rsidRPr="00D0432B" w:rsidTr="00FF1DE7">
        <w:trPr>
          <w:trHeight w:val="90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881437" w:rsidRPr="00333B23" w:rsidRDefault="00FF1DE7" w:rsidP="00FF1DE7">
            <w:pPr>
              <w:pStyle w:val="Pa3"/>
              <w:jc w:val="center"/>
              <w:rPr>
                <w:lang w:val="en-AU"/>
              </w:rPr>
            </w:pPr>
            <w:r>
              <w:rPr>
                <w:rFonts w:ascii="Arial-BoldMT" w:hAnsi="Arial-BoldMT"/>
                <w:b/>
                <w:noProof/>
                <w:position w:val="8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5843905</wp:posOffset>
                      </wp:positionH>
                      <wp:positionV relativeFrom="paragraph">
                        <wp:posOffset>-32385</wp:posOffset>
                      </wp:positionV>
                      <wp:extent cx="666750" cy="61912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1DE7" w:rsidRDefault="00FF1DE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460.15pt;margin-top:-2.55pt;width:52.5pt;height:4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" fillcolor="white [3201]" strokeweight=".5pt">
                      <v:textbox>
                        <w:txbxContent>
                          <w:p w:rsidR="00FF1DE7" w:rsidRDefault="00FF1DE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-BoldMT" w:hAnsi="Arial-BoldMT"/>
                <w:b/>
                <w:position w:val="8"/>
              </w:rPr>
              <w:t xml:space="preserve">Overall Level of Performance </w:t>
            </w:r>
          </w:p>
        </w:tc>
      </w:tr>
    </w:tbl>
    <w:p w:rsidR="00881437" w:rsidRPr="00D0432B" w:rsidRDefault="00FF1DE7" w:rsidP="00FF1DE7">
      <w:pPr>
        <w:pStyle w:val="Pa1"/>
        <w:spacing w:before="1440"/>
        <w:jc w:val="center"/>
        <w:rPr>
          <w:sz w:val="16"/>
          <w:szCs w:val="16"/>
          <w:lang w:val="en-AU"/>
        </w:rPr>
      </w:pPr>
      <w:r>
        <w:rPr>
          <w:noProof/>
          <w:sz w:val="16"/>
          <w:szCs w:val="16"/>
          <w:lang w:val="en-NZ"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73660</wp:posOffset>
                </wp:positionV>
                <wp:extent cx="4953000" cy="1085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DE7" w:rsidRDefault="00FF1DE7" w:rsidP="00FF1DE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2828925" cy="901117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ZHTAlogo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28925" cy="901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65.45pt;margin-top:5.8pt;width:390pt;height:8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" fillcolor="white [3201]" stroked="f" strokeweight=".5pt">
                <v:textbox>
                  <w:txbxContent>
                    <w:p w:rsidR="00FF1DE7" w:rsidRDefault="00FF1DE7" w:rsidP="00FF1DE7">
                      <w:pPr>
                        <w:jc w:val="center"/>
                      </w:pP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2828925" cy="901117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NZHTAlogo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28925" cy="901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90B49" w:rsidRPr="00FF1DE7" w:rsidRDefault="00790B49" w:rsidP="00FF1DE7">
      <w:pPr>
        <w:pStyle w:val="TimeAllowed"/>
        <w:rPr>
          <w:rFonts w:asciiTheme="minorHAnsi" w:hAnsiTheme="minorHAnsi" w:cstheme="minorHAnsi"/>
          <w:b/>
        </w:rPr>
      </w:pPr>
      <w:bookmarkStart w:id="0" w:name="_GoBack"/>
      <w:bookmarkEnd w:id="0"/>
      <w:r w:rsidRPr="00FF1DE7">
        <w:rPr>
          <w:rFonts w:asciiTheme="minorHAnsi" w:hAnsiTheme="minorHAnsi" w:cstheme="minorHAnsi"/>
          <w:b/>
        </w:rPr>
        <w:lastRenderedPageBreak/>
        <w:t>You are advised to spend 60 minutes answering the questions in this booklet.</w:t>
      </w:r>
    </w:p>
    <w:p w:rsidR="00790B49" w:rsidRPr="00DF0F54" w:rsidRDefault="00790B49" w:rsidP="00FF1DE7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Refer to the Resource B</w:t>
      </w:r>
      <w:r w:rsidRPr="00DF0F54">
        <w:rPr>
          <w:rFonts w:asciiTheme="minorHAnsi" w:hAnsiTheme="minorHAnsi" w:cstheme="minorHAnsi"/>
        </w:rPr>
        <w:t>ooklet when answering the question</w:t>
      </w:r>
      <w:r>
        <w:rPr>
          <w:rFonts w:asciiTheme="minorHAnsi" w:hAnsiTheme="minorHAnsi" w:cstheme="minorHAnsi"/>
        </w:rPr>
        <w:t>s</w:t>
      </w:r>
      <w:r w:rsidRPr="00DF0F54">
        <w:rPr>
          <w:rFonts w:asciiTheme="minorHAnsi" w:hAnsiTheme="minorHAnsi" w:cstheme="minorHAnsi"/>
        </w:rPr>
        <w:t xml:space="preserve"> in this booklet.</w:t>
      </w:r>
    </w:p>
    <w:p w:rsidR="00790B49" w:rsidRPr="00DF0F54" w:rsidRDefault="00790B49" w:rsidP="00FF1DE7">
      <w:pPr>
        <w:tabs>
          <w:tab w:val="left" w:pos="709"/>
          <w:tab w:val="left" w:pos="993"/>
        </w:tabs>
        <w:ind w:left="709" w:hanging="709"/>
        <w:rPr>
          <w:rFonts w:cstheme="minorHAnsi"/>
        </w:rPr>
      </w:pPr>
    </w:p>
    <w:p w:rsidR="00790B49" w:rsidRPr="00DF0F54" w:rsidRDefault="00790B49" w:rsidP="00FF1DE7">
      <w:pPr>
        <w:pStyle w:val="Question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Question</w:t>
      </w:r>
    </w:p>
    <w:p w:rsidR="00790B49" w:rsidRPr="00DF0F54" w:rsidRDefault="00790B49" w:rsidP="00FF1DE7">
      <w:pPr>
        <w:pStyle w:val="SpacerSmall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Task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 xml:space="preserve">What </w:t>
      </w:r>
      <w:r w:rsidR="00444938">
        <w:rPr>
          <w:rFonts w:asciiTheme="minorHAnsi" w:hAnsiTheme="minorHAnsi" w:cstheme="minorHAnsi"/>
        </w:rPr>
        <w:t>contribution</w:t>
      </w:r>
      <w:r w:rsidRPr="00DF0F54">
        <w:rPr>
          <w:rFonts w:asciiTheme="minorHAnsi" w:hAnsiTheme="minorHAnsi" w:cstheme="minorHAnsi"/>
        </w:rPr>
        <w:t xml:space="preserve"> d</w:t>
      </w:r>
      <w:r w:rsidR="00767514">
        <w:rPr>
          <w:rFonts w:asciiTheme="minorHAnsi" w:hAnsiTheme="minorHAnsi" w:cstheme="minorHAnsi"/>
        </w:rPr>
        <w:t xml:space="preserve">id the Land Girls </w:t>
      </w:r>
      <w:r w:rsidR="00444938">
        <w:rPr>
          <w:rFonts w:asciiTheme="minorHAnsi" w:hAnsiTheme="minorHAnsi" w:cstheme="minorHAnsi"/>
        </w:rPr>
        <w:t>make to</w:t>
      </w:r>
      <w:r w:rsidR="00767514">
        <w:rPr>
          <w:rFonts w:asciiTheme="minorHAnsi" w:hAnsiTheme="minorHAnsi" w:cstheme="minorHAnsi"/>
        </w:rPr>
        <w:t xml:space="preserve"> </w:t>
      </w:r>
      <w:r w:rsidRPr="00DF0F54">
        <w:rPr>
          <w:rFonts w:asciiTheme="minorHAnsi" w:hAnsiTheme="minorHAnsi" w:cstheme="minorHAnsi"/>
        </w:rPr>
        <w:t>New Zealand society 1942 - 1946?</w:t>
      </w:r>
    </w:p>
    <w:p w:rsidR="00790B49" w:rsidRPr="00DF0F54" w:rsidRDefault="00790B49" w:rsidP="00FF1DE7">
      <w:pPr>
        <w:pStyle w:val="LetteredTaskIndented"/>
        <w:ind w:left="0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Task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In your answer, you should give evidence from the resources in the resource booklet to support your generalisations.</w:t>
      </w: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Line"/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ind w:left="142"/>
        <w:jc w:val="center"/>
        <w:rPr>
          <w:rFonts w:cstheme="minorHAnsi"/>
          <w:szCs w:val="24"/>
          <w:lang w:val="en-GB"/>
        </w:rPr>
      </w:pPr>
      <w:r>
        <w:rPr>
          <w:rFonts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5A3A98" wp14:editId="3F86923D">
                <wp:simplePos x="0" y="0"/>
                <wp:positionH relativeFrom="column">
                  <wp:posOffset>6390005</wp:posOffset>
                </wp:positionH>
                <wp:positionV relativeFrom="paragraph">
                  <wp:posOffset>976630</wp:posOffset>
                </wp:positionV>
                <wp:extent cx="474345" cy="457200"/>
                <wp:effectExtent l="0" t="0" r="20955" b="19050"/>
                <wp:wrapNone/>
                <wp:docPr id="4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03.15pt;margin-top:76.9pt;width:37.35pt;height:3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" strokeweight=".5pt"/>
            </w:pict>
          </mc:Fallback>
        </mc:AlternateContent>
      </w:r>
      <w:r w:rsidRPr="00DF0F54">
        <w:rPr>
          <w:rFonts w:cstheme="minorHAnsi"/>
        </w:rPr>
        <w:br w:type="page"/>
      </w:r>
    </w:p>
    <w:p w:rsidR="00547F61" w:rsidRDefault="00547F61" w:rsidP="00FF1DE7">
      <w:pPr>
        <w:pStyle w:val="LetteredTask"/>
        <w:numPr>
          <w:ilvl w:val="0"/>
          <w:numId w:val="0"/>
        </w:numPr>
        <w:ind w:left="567"/>
        <w:jc w:val="center"/>
        <w:rPr>
          <w:rFonts w:asciiTheme="minorHAnsi" w:hAnsiTheme="minorHAnsi" w:cstheme="minorHAnsi"/>
        </w:rPr>
      </w:pPr>
    </w:p>
    <w:p w:rsidR="00790B49" w:rsidRPr="00DF0F54" w:rsidRDefault="00466D76" w:rsidP="00FF1DE7">
      <w:pPr>
        <w:pStyle w:val="LetteredTask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differing views did New Zealanders have about</w:t>
      </w:r>
      <w:r w:rsidR="00790B49" w:rsidRPr="00DF0F54">
        <w:rPr>
          <w:rFonts w:asciiTheme="minorHAnsi" w:hAnsiTheme="minorHAnsi" w:cstheme="minorHAnsi"/>
        </w:rPr>
        <w:t xml:space="preserve"> the Land Girls?</w:t>
      </w:r>
    </w:p>
    <w:p w:rsidR="00790B49" w:rsidRPr="00DF0F54" w:rsidRDefault="00790B49" w:rsidP="00FF1DE7">
      <w:pPr>
        <w:pStyle w:val="LetteredTaskIndented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Task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In your answer, you should consider the views of TWO different groups, such as:</w:t>
      </w:r>
    </w:p>
    <w:p w:rsidR="00790B49" w:rsidRPr="00DF0F54" w:rsidRDefault="00790B49" w:rsidP="00FF1DE7">
      <w:pPr>
        <w:pStyle w:val="BulletedPointIndent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DF0F54">
        <w:rPr>
          <w:rFonts w:asciiTheme="minorHAnsi" w:hAnsiTheme="minorHAnsi" w:cstheme="minorHAnsi"/>
        </w:rPr>
        <w:t>oliticians</w:t>
      </w:r>
    </w:p>
    <w:p w:rsidR="00790B49" w:rsidRPr="00DF0F54" w:rsidRDefault="00790B49" w:rsidP="00FF1DE7">
      <w:pPr>
        <w:pStyle w:val="BulletedPointIndent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Farmers wives</w:t>
      </w:r>
    </w:p>
    <w:p w:rsidR="00790B49" w:rsidRDefault="00790B49" w:rsidP="00FF1DE7">
      <w:pPr>
        <w:pStyle w:val="BulletedPointIndent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Farmers</w:t>
      </w:r>
    </w:p>
    <w:p w:rsidR="00466D76" w:rsidRDefault="00466D76" w:rsidP="00FF1DE7">
      <w:pPr>
        <w:pStyle w:val="BulletedPointIndent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Young women</w:t>
      </w:r>
    </w:p>
    <w:p w:rsidR="00466D76" w:rsidRDefault="00466D76" w:rsidP="00FF1DE7">
      <w:pPr>
        <w:pStyle w:val="BulletedPointIndent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Members of the Public</w:t>
      </w:r>
    </w:p>
    <w:p w:rsidR="00466D76" w:rsidRPr="00DF0F54" w:rsidRDefault="00466D76" w:rsidP="00FF1DE7">
      <w:pPr>
        <w:pStyle w:val="BulletedPointIndented"/>
        <w:numPr>
          <w:ilvl w:val="0"/>
          <w:numId w:val="0"/>
        </w:numPr>
        <w:ind w:left="851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Indented"/>
        <w:numPr>
          <w:ilvl w:val="0"/>
          <w:numId w:val="0"/>
        </w:numPr>
        <w:ind w:left="851" w:hanging="284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TaskIndented"/>
        <w:jc w:val="center"/>
        <w:rPr>
          <w:rStyle w:val="BodyTextChar"/>
          <w:rFonts w:asciiTheme="minorHAnsi" w:eastAsiaTheme="minorHAnsi" w:hAnsiTheme="minorHAnsi" w:cstheme="minorHAnsi"/>
        </w:rPr>
      </w:pPr>
      <w:r w:rsidRPr="00DF0F54">
        <w:rPr>
          <w:rFonts w:asciiTheme="minorHAnsi" w:hAnsiTheme="minorHAnsi" w:cstheme="minorHAnsi"/>
        </w:rPr>
        <w:t>You may refer to any of the resources in the resource booklet when completing this grid.</w:t>
      </w:r>
    </w:p>
    <w:p w:rsidR="00790B49" w:rsidRPr="00DF0F54" w:rsidRDefault="00790B49" w:rsidP="00FF1DE7">
      <w:pPr>
        <w:pStyle w:val="LetteredTaskIndented"/>
        <w:jc w:val="center"/>
        <w:rPr>
          <w:rFonts w:asciiTheme="minorHAnsi" w:hAnsiTheme="minorHAnsi" w:cstheme="minorHAnsi"/>
        </w:rPr>
      </w:pP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790B49" w:rsidRPr="00DF0F54" w:rsidTr="00520844">
        <w:trPr>
          <w:trHeight w:val="63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49" w:rsidRPr="00DF0F54" w:rsidRDefault="00790B49" w:rsidP="00FF1DE7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 w:rsidRPr="00DF0F54">
              <w:rPr>
                <w:rFonts w:asciiTheme="minorHAnsi" w:hAnsiTheme="minorHAnsi" w:cstheme="minorHAnsi"/>
                <w:b/>
              </w:rPr>
              <w:t>Group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49" w:rsidRPr="00DF0F54" w:rsidRDefault="00466D76" w:rsidP="00FF1DE7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Views</w:t>
            </w:r>
            <w:r w:rsidR="00790B49" w:rsidRPr="00DF0F54">
              <w:rPr>
                <w:rFonts w:asciiTheme="minorHAnsi" w:hAnsiTheme="minorHAnsi" w:cstheme="minorHAnsi"/>
                <w:b/>
              </w:rPr>
              <w:t xml:space="preserve"> </w:t>
            </w:r>
            <w:r w:rsidR="00790B49">
              <w:rPr>
                <w:rFonts w:asciiTheme="minorHAnsi" w:hAnsiTheme="minorHAnsi" w:cstheme="minorHAnsi"/>
                <w:b/>
              </w:rPr>
              <w:t>on the</w:t>
            </w:r>
            <w:r w:rsidR="00790B49" w:rsidRPr="00DF0F54">
              <w:rPr>
                <w:rFonts w:asciiTheme="minorHAnsi" w:hAnsiTheme="minorHAnsi" w:cstheme="minorHAnsi"/>
                <w:b/>
              </w:rPr>
              <w:t xml:space="preserve"> </w:t>
            </w:r>
            <w:r w:rsidR="00790B49">
              <w:rPr>
                <w:rFonts w:asciiTheme="minorHAnsi" w:hAnsiTheme="minorHAnsi" w:cstheme="minorHAnsi"/>
                <w:b/>
              </w:rPr>
              <w:t>Land Girls</w:t>
            </w:r>
          </w:p>
        </w:tc>
      </w:tr>
      <w:tr w:rsidR="00790B49" w:rsidRPr="00DF0F54" w:rsidTr="00520844">
        <w:trPr>
          <w:trHeight w:val="36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49" w:rsidRPr="00DF0F54" w:rsidRDefault="00790B49" w:rsidP="00FF1DE7">
            <w:pPr>
              <w:pStyle w:val="LetteredTaskIndented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49" w:rsidRPr="00DF0F54" w:rsidRDefault="00790B49" w:rsidP="00FF1DE7">
            <w:pPr>
              <w:pStyle w:val="LetteredTaskIndented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0B49" w:rsidRPr="00DF0F54" w:rsidTr="00520844">
        <w:trPr>
          <w:trHeight w:val="4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49" w:rsidRPr="00DF0F54" w:rsidRDefault="00790B49" w:rsidP="00FF1DE7">
            <w:pPr>
              <w:pStyle w:val="LetteredTaskIndented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B49" w:rsidRPr="00DF0F54" w:rsidRDefault="00790B49" w:rsidP="00FF1DE7">
            <w:pPr>
              <w:pStyle w:val="LetteredTaskIndented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790B49" w:rsidRPr="00DF0F54" w:rsidRDefault="00790B49" w:rsidP="00FF1DE7">
      <w:pPr>
        <w:jc w:val="center"/>
        <w:rPr>
          <w:rFonts w:cstheme="minorHAnsi"/>
        </w:rPr>
        <w:sectPr w:rsidR="00790B49" w:rsidRPr="00DF0F54" w:rsidSect="00547F61">
          <w:headerReference w:type="default" r:id="rId10"/>
          <w:footerReference w:type="default" r:id="rId11"/>
          <w:footerReference w:type="first" r:id="rId12"/>
          <w:pgSz w:w="11901" w:h="16840"/>
          <w:pgMar w:top="1134" w:right="1418" w:bottom="851" w:left="851" w:header="567" w:footer="397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299"/>
        </w:sectPr>
      </w:pPr>
      <w:r>
        <w:rPr>
          <w:rFonts w:cstheme="minorHAnsi"/>
          <w:noProof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8A510C4" wp14:editId="5F810A8A">
                <wp:simplePos x="0" y="0"/>
                <wp:positionH relativeFrom="column">
                  <wp:posOffset>6361430</wp:posOffset>
                </wp:positionH>
                <wp:positionV relativeFrom="paragraph">
                  <wp:posOffset>809625</wp:posOffset>
                </wp:positionV>
                <wp:extent cx="474345" cy="457200"/>
                <wp:effectExtent l="0" t="0" r="20955" b="19050"/>
                <wp:wrapNone/>
                <wp:docPr id="4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500.9pt;margin-top:63.75pt;width:37.3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" strokeweight=".5pt"/>
            </w:pict>
          </mc:Fallback>
        </mc:AlternateContent>
      </w:r>
    </w:p>
    <w:p w:rsidR="00790B49" w:rsidRPr="00DF0F54" w:rsidRDefault="00790B49" w:rsidP="00FF1DE7">
      <w:pPr>
        <w:pStyle w:val="LetteredTask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lastRenderedPageBreak/>
        <w:t xml:space="preserve">Is </w:t>
      </w:r>
      <w:r>
        <w:rPr>
          <w:rFonts w:asciiTheme="minorHAnsi" w:hAnsiTheme="minorHAnsi" w:cstheme="minorHAnsi"/>
          <w:b/>
        </w:rPr>
        <w:t>Resource J</w:t>
      </w:r>
      <w:r w:rsidRPr="00DF0F54">
        <w:rPr>
          <w:rFonts w:asciiTheme="minorHAnsi" w:hAnsiTheme="minorHAnsi" w:cstheme="minorHAnsi"/>
        </w:rPr>
        <w:t xml:space="preserve"> a reliable source for an historian researching the impact of the land girls on New Zealand economy and society?</w:t>
      </w:r>
    </w:p>
    <w:p w:rsidR="00790B49" w:rsidRPr="00DF0F54" w:rsidRDefault="00790B49" w:rsidP="00FF1DE7">
      <w:pPr>
        <w:pStyle w:val="LetteredTaskIndented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LetteredTask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In your answer, you could consider:</w:t>
      </w:r>
    </w:p>
    <w:p w:rsidR="00790B49" w:rsidRPr="00DF0F54" w:rsidRDefault="00790B49" w:rsidP="00FF1DE7">
      <w:pPr>
        <w:pStyle w:val="BulletedPoint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why there may be the need for caution using this source</w:t>
      </w:r>
    </w:p>
    <w:p w:rsidR="00790B49" w:rsidRPr="00DF0F54" w:rsidRDefault="00790B49" w:rsidP="00FF1DE7">
      <w:pPr>
        <w:pStyle w:val="BulletedPoint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the limitations of the evidence of the source</w:t>
      </w:r>
    </w:p>
    <w:p w:rsidR="00790B49" w:rsidRPr="00DF0F54" w:rsidRDefault="00790B49" w:rsidP="00FF1DE7">
      <w:pPr>
        <w:pStyle w:val="BulletedPoint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what other kinds of sources could be useful</w:t>
      </w:r>
    </w:p>
    <w:p w:rsidR="00790B49" w:rsidRPr="00DF0F54" w:rsidRDefault="00790B49" w:rsidP="00FF1DE7">
      <w:pPr>
        <w:pStyle w:val="BulletedPointIndented"/>
        <w:rPr>
          <w:rFonts w:asciiTheme="minorHAnsi" w:hAnsiTheme="minorHAnsi" w:cstheme="minorHAnsi"/>
        </w:rPr>
      </w:pPr>
      <w:r w:rsidRPr="00DF0F54">
        <w:rPr>
          <w:rFonts w:asciiTheme="minorHAnsi" w:hAnsiTheme="minorHAnsi" w:cstheme="minorHAnsi"/>
        </w:rPr>
        <w:t>why other sources might need to be consulted</w:t>
      </w: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790B49" w:rsidRPr="00DF0F54" w:rsidRDefault="00790B49" w:rsidP="00FF1DE7">
      <w:pPr>
        <w:pStyle w:val="BulletedPoint"/>
        <w:numPr>
          <w:ilvl w:val="0"/>
          <w:numId w:val="0"/>
        </w:numPr>
        <w:pBdr>
          <w:between w:val="single" w:sz="4" w:space="1" w:color="auto"/>
        </w:pBdr>
        <w:jc w:val="center"/>
        <w:rPr>
          <w:rFonts w:asciiTheme="minorHAnsi" w:hAnsiTheme="minorHAnsi" w:cstheme="minorHAnsi"/>
        </w:rPr>
      </w:pPr>
    </w:p>
    <w:p w:rsidR="00881437" w:rsidRPr="00790B49" w:rsidRDefault="00790B49" w:rsidP="00FF1DE7">
      <w:pPr>
        <w:jc w:val="center"/>
        <w:rPr>
          <w:rFonts w:eastAsia="Times New Roman" w:cstheme="minorHAnsi"/>
          <w:b/>
          <w:color w:val="FF0000"/>
          <w:sz w:val="72"/>
          <w:szCs w:val="72"/>
          <w:lang w:val="en-US"/>
        </w:rPr>
      </w:pPr>
      <w:r>
        <w:rPr>
          <w:rFonts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7E3A14" wp14:editId="29870B53">
                <wp:simplePos x="0" y="0"/>
                <wp:positionH relativeFrom="column">
                  <wp:posOffset>6092190</wp:posOffset>
                </wp:positionH>
                <wp:positionV relativeFrom="paragraph">
                  <wp:posOffset>788670</wp:posOffset>
                </wp:positionV>
                <wp:extent cx="474345" cy="457200"/>
                <wp:effectExtent l="0" t="0" r="20955" b="19050"/>
                <wp:wrapNone/>
                <wp:docPr id="4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79.7pt;margin-top:62.1pt;width:37.35pt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" strokeweight=".5pt"/>
            </w:pict>
          </mc:Fallback>
        </mc:AlternateContent>
      </w:r>
    </w:p>
    <w:sectPr w:rsidR="00881437" w:rsidRPr="00790B49" w:rsidSect="00790B49">
      <w:head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844" w:rsidRDefault="00520844" w:rsidP="008113D5">
      <w:r>
        <w:separator/>
      </w:r>
    </w:p>
  </w:endnote>
  <w:endnote w:type="continuationSeparator" w:id="0">
    <w:p w:rsidR="00520844" w:rsidRDefault="00520844" w:rsidP="0081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44" w:rsidRPr="00547F61" w:rsidRDefault="00520844" w:rsidP="00547F61">
    <w:pPr>
      <w:pStyle w:val="Footer"/>
      <w:jc w:val="center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©New Zealand History Teacher’s Association, 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97" w:rsidRPr="000C1197" w:rsidRDefault="000C1197" w:rsidP="000C1197">
    <w:pPr>
      <w:pStyle w:val="Footer"/>
      <w:jc w:val="center"/>
      <w:rPr>
        <w:rFonts w:asciiTheme="minorHAnsi" w:hAnsiTheme="minorHAnsi" w:cstheme="minorHAnsi"/>
        <w:sz w:val="20"/>
      </w:rPr>
    </w:pPr>
    <w:r w:rsidRPr="000C1197">
      <w:rPr>
        <w:rFonts w:asciiTheme="minorHAnsi" w:hAnsiTheme="minorHAnsi" w:cstheme="minorHAnsi"/>
        <w:sz w:val="20"/>
      </w:rPr>
      <w:t>NZHTA has taken all care to produce resources in accordance with information available from NZQA and can accept no responsibility for any changes that may occur</w:t>
    </w:r>
  </w:p>
  <w:p w:rsidR="000C1197" w:rsidRDefault="000C11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44" w:rsidRPr="00AE0F29" w:rsidRDefault="00520844" w:rsidP="00881437">
    <w:pPr>
      <w:pStyle w:val="Footer"/>
      <w:ind w:left="-284" w:right="-428"/>
      <w:jc w:val="center"/>
    </w:pPr>
    <w:r w:rsidRPr="00B0676C">
      <w:rPr>
        <w:color w:val="008175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844" w:rsidRDefault="00520844" w:rsidP="008113D5">
      <w:r>
        <w:separator/>
      </w:r>
    </w:p>
  </w:footnote>
  <w:footnote w:type="continuationSeparator" w:id="0">
    <w:p w:rsidR="00520844" w:rsidRDefault="00520844" w:rsidP="00811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44" w:rsidRDefault="00520844">
    <w:pPr>
      <w:pStyle w:val="Header"/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AD349" wp14:editId="5DE87E65">
              <wp:simplePos x="0" y="0"/>
              <wp:positionH relativeFrom="column">
                <wp:posOffset>-464185</wp:posOffset>
              </wp:positionH>
              <wp:positionV relativeFrom="paragraph">
                <wp:posOffset>-331470</wp:posOffset>
              </wp:positionV>
              <wp:extent cx="3267075" cy="714375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67075" cy="714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0844" w:rsidRDefault="00520844" w:rsidP="00547F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-36.55pt;margin-top:-26.1pt;width:257.25pt;height:5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" filled="f" stroked="f" strokeweight=".5pt">
              <v:textbox>
                <w:txbxContent>
                  <w:p w:rsidR="00520844" w:rsidRDefault="00520844" w:rsidP="00547F61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44" w:rsidRDefault="00520844" w:rsidP="00881437">
    <w:pPr>
      <w:jc w:val="center"/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3832F6" wp14:editId="660806BE">
              <wp:simplePos x="0" y="0"/>
              <wp:positionH relativeFrom="column">
                <wp:posOffset>-866775</wp:posOffset>
              </wp:positionH>
              <wp:positionV relativeFrom="paragraph">
                <wp:posOffset>-401955</wp:posOffset>
              </wp:positionV>
              <wp:extent cx="3267075" cy="71437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67075" cy="714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0844" w:rsidRDefault="00520844" w:rsidP="00547F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left:0;text-align:left;margin-left:-68.25pt;margin-top:-31.65pt;width:257.25pt;height:5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" filled="f" stroked="f" strokeweight=".5pt">
              <v:textbox>
                <w:txbxContent>
                  <w:p w:rsidR="00520844" w:rsidRDefault="00520844" w:rsidP="00547F61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44" w:rsidRPr="007740ED" w:rsidRDefault="00520844"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7C8E1AAF"/>
    <w:multiLevelType w:val="hybridMultilevel"/>
    <w:tmpl w:val="211A5F94"/>
    <w:lvl w:ilvl="0" w:tplc="6AC8A034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 w:tplc="F818AD32">
      <w:start w:val="1"/>
      <w:numFmt w:val="lowerRoman"/>
      <w:lvlText w:val="(%2)"/>
      <w:lvlJc w:val="left"/>
      <w:pPr>
        <w:tabs>
          <w:tab w:val="num" w:pos="72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A9"/>
    <w:rsid w:val="00071677"/>
    <w:rsid w:val="000C1197"/>
    <w:rsid w:val="0024186A"/>
    <w:rsid w:val="00280959"/>
    <w:rsid w:val="003706A1"/>
    <w:rsid w:val="00444938"/>
    <w:rsid w:val="00466D76"/>
    <w:rsid w:val="004D21C1"/>
    <w:rsid w:val="00520844"/>
    <w:rsid w:val="005306F9"/>
    <w:rsid w:val="00547F61"/>
    <w:rsid w:val="005D26C1"/>
    <w:rsid w:val="006B4CA9"/>
    <w:rsid w:val="006D3FC7"/>
    <w:rsid w:val="00767514"/>
    <w:rsid w:val="00790B49"/>
    <w:rsid w:val="008113D5"/>
    <w:rsid w:val="00821435"/>
    <w:rsid w:val="00874140"/>
    <w:rsid w:val="00881437"/>
    <w:rsid w:val="009A6446"/>
    <w:rsid w:val="009B5B97"/>
    <w:rsid w:val="009C0F6A"/>
    <w:rsid w:val="00A862C3"/>
    <w:rsid w:val="00AA3BD8"/>
    <w:rsid w:val="00AB0DC1"/>
    <w:rsid w:val="00BD0E43"/>
    <w:rsid w:val="00C416E3"/>
    <w:rsid w:val="00C76C7F"/>
    <w:rsid w:val="00CB7F80"/>
    <w:rsid w:val="00CD0148"/>
    <w:rsid w:val="00D4151E"/>
    <w:rsid w:val="00DD6822"/>
    <w:rsid w:val="00F30B9E"/>
    <w:rsid w:val="00F763DB"/>
    <w:rsid w:val="00FA0991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F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143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customStyle="1" w:styleId="Pa1">
    <w:name w:val="Pa1"/>
    <w:basedOn w:val="Default"/>
    <w:next w:val="Default"/>
    <w:rsid w:val="00881437"/>
    <w:pPr>
      <w:spacing w:line="241" w:lineRule="atLeast"/>
    </w:pPr>
    <w:rPr>
      <w:color w:val="auto"/>
    </w:rPr>
  </w:style>
  <w:style w:type="paragraph" w:customStyle="1" w:styleId="Pa4">
    <w:name w:val="Pa4"/>
    <w:basedOn w:val="Default"/>
    <w:next w:val="Default"/>
    <w:rsid w:val="00881437"/>
    <w:pPr>
      <w:spacing w:line="221" w:lineRule="atLeast"/>
    </w:pPr>
    <w:rPr>
      <w:color w:val="auto"/>
    </w:rPr>
  </w:style>
  <w:style w:type="paragraph" w:customStyle="1" w:styleId="Pa3">
    <w:name w:val="Pa3"/>
    <w:basedOn w:val="Default"/>
    <w:next w:val="Default"/>
    <w:rsid w:val="00881437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rsid w:val="00881437"/>
    <w:pPr>
      <w:spacing w:line="441" w:lineRule="atLeast"/>
    </w:pPr>
    <w:rPr>
      <w:color w:val="auto"/>
    </w:rPr>
  </w:style>
  <w:style w:type="paragraph" w:customStyle="1" w:styleId="Pa8">
    <w:name w:val="Pa8"/>
    <w:basedOn w:val="Default"/>
    <w:next w:val="Default"/>
    <w:rsid w:val="00881437"/>
    <w:pPr>
      <w:spacing w:line="181" w:lineRule="atLeast"/>
    </w:pPr>
    <w:rPr>
      <w:color w:val="auto"/>
    </w:rPr>
  </w:style>
  <w:style w:type="paragraph" w:customStyle="1" w:styleId="TitleNumber">
    <w:name w:val="Title/Number"/>
    <w:basedOn w:val="Normal"/>
    <w:rsid w:val="00881437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-BoldMT" w:eastAsia="Times New Roman" w:hAnsi="Arial-BoldMT" w:cs="Times New Roman"/>
      <w:b/>
      <w:color w:val="000000"/>
      <w:sz w:val="36"/>
      <w:szCs w:val="36"/>
      <w:lang w:val="en-US"/>
    </w:rPr>
  </w:style>
  <w:style w:type="paragraph" w:customStyle="1" w:styleId="Criteria">
    <w:name w:val="Criteria"/>
    <w:basedOn w:val="Normal"/>
    <w:rsid w:val="00881437"/>
    <w:pPr>
      <w:widowControl w:val="0"/>
      <w:suppressAutoHyphens/>
      <w:autoSpaceDE w:val="0"/>
      <w:autoSpaceDN w:val="0"/>
      <w:adjustRightInd w:val="0"/>
      <w:spacing w:line="216" w:lineRule="atLeast"/>
      <w:textAlignment w:val="center"/>
    </w:pPr>
    <w:rPr>
      <w:rFonts w:ascii="ArialMT" w:eastAsia="Times New Roman" w:hAnsi="ArialMT" w:cs="Times New Roman"/>
      <w:color w:val="000000"/>
      <w:sz w:val="18"/>
      <w:szCs w:val="18"/>
      <w:lang w:val="en-GB"/>
    </w:rPr>
  </w:style>
  <w:style w:type="paragraph" w:customStyle="1" w:styleId="CoverText-Green">
    <w:name w:val="Cover Text - Green"/>
    <w:basedOn w:val="Normal"/>
    <w:rsid w:val="0088143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MT" w:eastAsia="Times New Roman" w:hAnsi="ArialMT" w:cs="Times New Roman"/>
      <w:color w:val="00CB42"/>
      <w:lang w:val="en-US"/>
    </w:rPr>
  </w:style>
  <w:style w:type="paragraph" w:customStyle="1" w:styleId="BodyText">
    <w:name w:val="*Body Text"/>
    <w:link w:val="BodyTextChar"/>
    <w:rsid w:val="00881437"/>
    <w:rPr>
      <w:rFonts w:ascii="Arial" w:eastAsia="Times New Roman" w:hAnsi="Arial" w:cs="Times New Roman"/>
      <w:szCs w:val="24"/>
      <w:lang w:val="en-GB"/>
    </w:rPr>
  </w:style>
  <w:style w:type="paragraph" w:customStyle="1" w:styleId="SpacerSmall">
    <w:name w:val="*Spacer Small"/>
    <w:basedOn w:val="BodyText"/>
    <w:rsid w:val="00881437"/>
    <w:pPr>
      <w:spacing w:line="264" w:lineRule="exact"/>
    </w:pPr>
  </w:style>
  <w:style w:type="paragraph" w:customStyle="1" w:styleId="InstructioninBoldCAPs">
    <w:name w:val="*Instruction in Bold CAPs"/>
    <w:semiHidden/>
    <w:rsid w:val="00881437"/>
    <w:rPr>
      <w:rFonts w:ascii="Arial" w:eastAsia="Times New Roman" w:hAnsi="Arial" w:cs="Times New Roman"/>
      <w:b/>
      <w:lang w:val="en-GB"/>
    </w:rPr>
  </w:style>
  <w:style w:type="character" w:customStyle="1" w:styleId="BodyTextChar">
    <w:name w:val="*Body Text Char"/>
    <w:link w:val="BodyText"/>
    <w:rsid w:val="00881437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81437"/>
    <w:pPr>
      <w:tabs>
        <w:tab w:val="center" w:pos="4153"/>
        <w:tab w:val="right" w:pos="8306"/>
      </w:tabs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81437"/>
    <w:rPr>
      <w:rFonts w:ascii="Arial" w:eastAsia="Times New Roman" w:hAnsi="Arial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13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13D5"/>
  </w:style>
  <w:style w:type="character" w:customStyle="1" w:styleId="QuestionChar">
    <w:name w:val="*Question Char"/>
    <w:basedOn w:val="DefaultParagraphFont"/>
    <w:link w:val="Question"/>
    <w:locked/>
    <w:rsid w:val="00790B49"/>
    <w:rPr>
      <w:rFonts w:ascii="Arial" w:hAnsi="Arial" w:cs="Arial"/>
      <w:b/>
      <w:caps/>
      <w:sz w:val="24"/>
      <w:szCs w:val="24"/>
      <w:lang w:val="en-GB"/>
    </w:rPr>
  </w:style>
  <w:style w:type="paragraph" w:customStyle="1" w:styleId="Question">
    <w:name w:val="*Question"/>
    <w:next w:val="Normal"/>
    <w:link w:val="QuestionChar"/>
    <w:rsid w:val="00790B49"/>
    <w:pPr>
      <w:widowControl w:val="0"/>
      <w:autoSpaceDE w:val="0"/>
      <w:autoSpaceDN w:val="0"/>
      <w:adjustRightInd w:val="0"/>
    </w:pPr>
    <w:rPr>
      <w:rFonts w:ascii="Arial" w:hAnsi="Arial" w:cs="Arial"/>
      <w:b/>
      <w:caps/>
      <w:sz w:val="24"/>
      <w:szCs w:val="24"/>
      <w:lang w:val="en-GB"/>
    </w:rPr>
  </w:style>
  <w:style w:type="character" w:customStyle="1" w:styleId="LetteredTaskChar">
    <w:name w:val="*Lettered Task Char"/>
    <w:basedOn w:val="DefaultParagraphFont"/>
    <w:link w:val="LetteredTask"/>
    <w:locked/>
    <w:rsid w:val="00790B49"/>
    <w:rPr>
      <w:rFonts w:ascii="Arial" w:hAnsi="Arial" w:cs="Arial"/>
      <w:szCs w:val="24"/>
      <w:lang w:val="en-GB"/>
    </w:rPr>
  </w:style>
  <w:style w:type="paragraph" w:customStyle="1" w:styleId="LetteredTask">
    <w:name w:val="*Lettered Task"/>
    <w:next w:val="Normal"/>
    <w:link w:val="LetteredTaskChar"/>
    <w:rsid w:val="00790B49"/>
    <w:pPr>
      <w:numPr>
        <w:numId w:val="1"/>
      </w:numPr>
    </w:pPr>
    <w:rPr>
      <w:rFonts w:ascii="Arial" w:hAnsi="Arial" w:cs="Arial"/>
      <w:szCs w:val="24"/>
      <w:lang w:val="en-GB"/>
    </w:rPr>
  </w:style>
  <w:style w:type="character" w:customStyle="1" w:styleId="TimeAllowedChar">
    <w:name w:val="*Time Allowed Char"/>
    <w:basedOn w:val="DefaultParagraphFont"/>
    <w:link w:val="TimeAllowed"/>
    <w:locked/>
    <w:rsid w:val="00790B49"/>
    <w:rPr>
      <w:rFonts w:ascii="Arial" w:hAnsi="Arial" w:cs="Arial"/>
      <w:sz w:val="24"/>
      <w:szCs w:val="24"/>
      <w:lang w:val="en-GB"/>
    </w:rPr>
  </w:style>
  <w:style w:type="paragraph" w:customStyle="1" w:styleId="TimeAllowed">
    <w:name w:val="*Time Allowed"/>
    <w:link w:val="TimeAllowedChar"/>
    <w:rsid w:val="00790B49"/>
    <w:pPr>
      <w:spacing w:after="360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LetteredLine">
    <w:name w:val="*Lettered Line"/>
    <w:rsid w:val="00790B49"/>
    <w:pPr>
      <w:pBdr>
        <w:bottom w:val="single" w:sz="4" w:space="1" w:color="auto"/>
      </w:pBdr>
      <w:spacing w:before="200"/>
      <w:ind w:left="567"/>
    </w:pPr>
    <w:rPr>
      <w:rFonts w:ascii="Arial" w:eastAsia="Times New Roman" w:hAnsi="Arial" w:cs="Times New Roman"/>
      <w:sz w:val="17"/>
      <w:szCs w:val="24"/>
      <w:lang w:val="en-GB"/>
    </w:rPr>
  </w:style>
  <w:style w:type="character" w:customStyle="1" w:styleId="LetteredTaskIndentedChar">
    <w:name w:val="*Lettered Task Indented Char"/>
    <w:basedOn w:val="LetteredTaskChar"/>
    <w:link w:val="LetteredTaskIndented"/>
    <w:locked/>
    <w:rsid w:val="00790B49"/>
    <w:rPr>
      <w:rFonts w:ascii="Arial" w:hAnsi="Arial" w:cs="Arial"/>
      <w:szCs w:val="24"/>
      <w:lang w:val="en-GB"/>
    </w:rPr>
  </w:style>
  <w:style w:type="paragraph" w:customStyle="1" w:styleId="LetteredTaskIndented">
    <w:name w:val="*Lettered Task Indented"/>
    <w:basedOn w:val="LetteredTask"/>
    <w:next w:val="LetteredLine"/>
    <w:link w:val="LetteredTaskIndentedChar"/>
    <w:rsid w:val="00790B49"/>
    <w:pPr>
      <w:numPr>
        <w:numId w:val="0"/>
      </w:numPr>
      <w:ind w:left="567"/>
    </w:pPr>
  </w:style>
  <w:style w:type="paragraph" w:customStyle="1" w:styleId="BulletedPoint">
    <w:name w:val="*Bulleted Point"/>
    <w:basedOn w:val="LetteredTaskIndented"/>
    <w:link w:val="BulletedPointChar"/>
    <w:rsid w:val="00790B49"/>
    <w:pPr>
      <w:numPr>
        <w:numId w:val="2"/>
      </w:numPr>
      <w:tabs>
        <w:tab w:val="left" w:pos="284"/>
      </w:tabs>
      <w:spacing w:before="120"/>
      <w:ind w:left="284" w:hanging="284"/>
    </w:pPr>
  </w:style>
  <w:style w:type="character" w:customStyle="1" w:styleId="BulletedPointIndentedChar">
    <w:name w:val="*Bulleted Point Indented Char"/>
    <w:basedOn w:val="DefaultParagraphFont"/>
    <w:link w:val="BulletedPointIndented"/>
    <w:locked/>
    <w:rsid w:val="00790B49"/>
    <w:rPr>
      <w:rFonts w:ascii="Arial" w:hAnsi="Arial" w:cs="Arial"/>
      <w:szCs w:val="24"/>
      <w:lang w:val="en-GB"/>
    </w:rPr>
  </w:style>
  <w:style w:type="paragraph" w:customStyle="1" w:styleId="BulletedPointIndented">
    <w:name w:val="*Bulleted Point Indented"/>
    <w:basedOn w:val="BulletedPoint"/>
    <w:link w:val="BulletedPointIndentedChar"/>
    <w:rsid w:val="00790B49"/>
    <w:pPr>
      <w:tabs>
        <w:tab w:val="clear" w:pos="284"/>
        <w:tab w:val="left" w:pos="851"/>
      </w:tabs>
      <w:ind w:left="851"/>
    </w:pPr>
  </w:style>
  <w:style w:type="character" w:customStyle="1" w:styleId="BulletedPointChar">
    <w:name w:val="*Bulleted Point Char"/>
    <w:basedOn w:val="LetteredTaskIndentedChar"/>
    <w:link w:val="BulletedPoint"/>
    <w:locked/>
    <w:rsid w:val="00790B49"/>
    <w:rPr>
      <w:rFonts w:ascii="Arial" w:hAnsi="Arial" w:cs="Arial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F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143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customStyle="1" w:styleId="Pa1">
    <w:name w:val="Pa1"/>
    <w:basedOn w:val="Default"/>
    <w:next w:val="Default"/>
    <w:rsid w:val="00881437"/>
    <w:pPr>
      <w:spacing w:line="241" w:lineRule="atLeast"/>
    </w:pPr>
    <w:rPr>
      <w:color w:val="auto"/>
    </w:rPr>
  </w:style>
  <w:style w:type="paragraph" w:customStyle="1" w:styleId="Pa4">
    <w:name w:val="Pa4"/>
    <w:basedOn w:val="Default"/>
    <w:next w:val="Default"/>
    <w:rsid w:val="00881437"/>
    <w:pPr>
      <w:spacing w:line="221" w:lineRule="atLeast"/>
    </w:pPr>
    <w:rPr>
      <w:color w:val="auto"/>
    </w:rPr>
  </w:style>
  <w:style w:type="paragraph" w:customStyle="1" w:styleId="Pa3">
    <w:name w:val="Pa3"/>
    <w:basedOn w:val="Default"/>
    <w:next w:val="Default"/>
    <w:rsid w:val="00881437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rsid w:val="00881437"/>
    <w:pPr>
      <w:spacing w:line="441" w:lineRule="atLeast"/>
    </w:pPr>
    <w:rPr>
      <w:color w:val="auto"/>
    </w:rPr>
  </w:style>
  <w:style w:type="paragraph" w:customStyle="1" w:styleId="Pa8">
    <w:name w:val="Pa8"/>
    <w:basedOn w:val="Default"/>
    <w:next w:val="Default"/>
    <w:rsid w:val="00881437"/>
    <w:pPr>
      <w:spacing w:line="181" w:lineRule="atLeast"/>
    </w:pPr>
    <w:rPr>
      <w:color w:val="auto"/>
    </w:rPr>
  </w:style>
  <w:style w:type="paragraph" w:customStyle="1" w:styleId="TitleNumber">
    <w:name w:val="Title/Number"/>
    <w:basedOn w:val="Normal"/>
    <w:rsid w:val="00881437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-BoldMT" w:eastAsia="Times New Roman" w:hAnsi="Arial-BoldMT" w:cs="Times New Roman"/>
      <w:b/>
      <w:color w:val="000000"/>
      <w:sz w:val="36"/>
      <w:szCs w:val="36"/>
      <w:lang w:val="en-US"/>
    </w:rPr>
  </w:style>
  <w:style w:type="paragraph" w:customStyle="1" w:styleId="Criteria">
    <w:name w:val="Criteria"/>
    <w:basedOn w:val="Normal"/>
    <w:rsid w:val="00881437"/>
    <w:pPr>
      <w:widowControl w:val="0"/>
      <w:suppressAutoHyphens/>
      <w:autoSpaceDE w:val="0"/>
      <w:autoSpaceDN w:val="0"/>
      <w:adjustRightInd w:val="0"/>
      <w:spacing w:line="216" w:lineRule="atLeast"/>
      <w:textAlignment w:val="center"/>
    </w:pPr>
    <w:rPr>
      <w:rFonts w:ascii="ArialMT" w:eastAsia="Times New Roman" w:hAnsi="ArialMT" w:cs="Times New Roman"/>
      <w:color w:val="000000"/>
      <w:sz w:val="18"/>
      <w:szCs w:val="18"/>
      <w:lang w:val="en-GB"/>
    </w:rPr>
  </w:style>
  <w:style w:type="paragraph" w:customStyle="1" w:styleId="CoverText-Green">
    <w:name w:val="Cover Text - Green"/>
    <w:basedOn w:val="Normal"/>
    <w:rsid w:val="0088143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MT" w:eastAsia="Times New Roman" w:hAnsi="ArialMT" w:cs="Times New Roman"/>
      <w:color w:val="00CB42"/>
      <w:lang w:val="en-US"/>
    </w:rPr>
  </w:style>
  <w:style w:type="paragraph" w:customStyle="1" w:styleId="BodyText">
    <w:name w:val="*Body Text"/>
    <w:link w:val="BodyTextChar"/>
    <w:rsid w:val="00881437"/>
    <w:rPr>
      <w:rFonts w:ascii="Arial" w:eastAsia="Times New Roman" w:hAnsi="Arial" w:cs="Times New Roman"/>
      <w:szCs w:val="24"/>
      <w:lang w:val="en-GB"/>
    </w:rPr>
  </w:style>
  <w:style w:type="paragraph" w:customStyle="1" w:styleId="SpacerSmall">
    <w:name w:val="*Spacer Small"/>
    <w:basedOn w:val="BodyText"/>
    <w:rsid w:val="00881437"/>
    <w:pPr>
      <w:spacing w:line="264" w:lineRule="exact"/>
    </w:pPr>
  </w:style>
  <w:style w:type="paragraph" w:customStyle="1" w:styleId="InstructioninBoldCAPs">
    <w:name w:val="*Instruction in Bold CAPs"/>
    <w:semiHidden/>
    <w:rsid w:val="00881437"/>
    <w:rPr>
      <w:rFonts w:ascii="Arial" w:eastAsia="Times New Roman" w:hAnsi="Arial" w:cs="Times New Roman"/>
      <w:b/>
      <w:lang w:val="en-GB"/>
    </w:rPr>
  </w:style>
  <w:style w:type="character" w:customStyle="1" w:styleId="BodyTextChar">
    <w:name w:val="*Body Text Char"/>
    <w:link w:val="BodyText"/>
    <w:rsid w:val="00881437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81437"/>
    <w:pPr>
      <w:tabs>
        <w:tab w:val="center" w:pos="4153"/>
        <w:tab w:val="right" w:pos="8306"/>
      </w:tabs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81437"/>
    <w:rPr>
      <w:rFonts w:ascii="Arial" w:eastAsia="Times New Roman" w:hAnsi="Arial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13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13D5"/>
  </w:style>
  <w:style w:type="character" w:customStyle="1" w:styleId="QuestionChar">
    <w:name w:val="*Question Char"/>
    <w:basedOn w:val="DefaultParagraphFont"/>
    <w:link w:val="Question"/>
    <w:locked/>
    <w:rsid w:val="00790B49"/>
    <w:rPr>
      <w:rFonts w:ascii="Arial" w:hAnsi="Arial" w:cs="Arial"/>
      <w:b/>
      <w:caps/>
      <w:sz w:val="24"/>
      <w:szCs w:val="24"/>
      <w:lang w:val="en-GB"/>
    </w:rPr>
  </w:style>
  <w:style w:type="paragraph" w:customStyle="1" w:styleId="Question">
    <w:name w:val="*Question"/>
    <w:next w:val="Normal"/>
    <w:link w:val="QuestionChar"/>
    <w:rsid w:val="00790B49"/>
    <w:pPr>
      <w:widowControl w:val="0"/>
      <w:autoSpaceDE w:val="0"/>
      <w:autoSpaceDN w:val="0"/>
      <w:adjustRightInd w:val="0"/>
    </w:pPr>
    <w:rPr>
      <w:rFonts w:ascii="Arial" w:hAnsi="Arial" w:cs="Arial"/>
      <w:b/>
      <w:caps/>
      <w:sz w:val="24"/>
      <w:szCs w:val="24"/>
      <w:lang w:val="en-GB"/>
    </w:rPr>
  </w:style>
  <w:style w:type="character" w:customStyle="1" w:styleId="LetteredTaskChar">
    <w:name w:val="*Lettered Task Char"/>
    <w:basedOn w:val="DefaultParagraphFont"/>
    <w:link w:val="LetteredTask"/>
    <w:locked/>
    <w:rsid w:val="00790B49"/>
    <w:rPr>
      <w:rFonts w:ascii="Arial" w:hAnsi="Arial" w:cs="Arial"/>
      <w:szCs w:val="24"/>
      <w:lang w:val="en-GB"/>
    </w:rPr>
  </w:style>
  <w:style w:type="paragraph" w:customStyle="1" w:styleId="LetteredTask">
    <w:name w:val="*Lettered Task"/>
    <w:next w:val="Normal"/>
    <w:link w:val="LetteredTaskChar"/>
    <w:rsid w:val="00790B49"/>
    <w:pPr>
      <w:numPr>
        <w:numId w:val="1"/>
      </w:numPr>
    </w:pPr>
    <w:rPr>
      <w:rFonts w:ascii="Arial" w:hAnsi="Arial" w:cs="Arial"/>
      <w:szCs w:val="24"/>
      <w:lang w:val="en-GB"/>
    </w:rPr>
  </w:style>
  <w:style w:type="character" w:customStyle="1" w:styleId="TimeAllowedChar">
    <w:name w:val="*Time Allowed Char"/>
    <w:basedOn w:val="DefaultParagraphFont"/>
    <w:link w:val="TimeAllowed"/>
    <w:locked/>
    <w:rsid w:val="00790B49"/>
    <w:rPr>
      <w:rFonts w:ascii="Arial" w:hAnsi="Arial" w:cs="Arial"/>
      <w:sz w:val="24"/>
      <w:szCs w:val="24"/>
      <w:lang w:val="en-GB"/>
    </w:rPr>
  </w:style>
  <w:style w:type="paragraph" w:customStyle="1" w:styleId="TimeAllowed">
    <w:name w:val="*Time Allowed"/>
    <w:link w:val="TimeAllowedChar"/>
    <w:rsid w:val="00790B49"/>
    <w:pPr>
      <w:spacing w:after="360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LetteredLine">
    <w:name w:val="*Lettered Line"/>
    <w:rsid w:val="00790B49"/>
    <w:pPr>
      <w:pBdr>
        <w:bottom w:val="single" w:sz="4" w:space="1" w:color="auto"/>
      </w:pBdr>
      <w:spacing w:before="200"/>
      <w:ind w:left="567"/>
    </w:pPr>
    <w:rPr>
      <w:rFonts w:ascii="Arial" w:eastAsia="Times New Roman" w:hAnsi="Arial" w:cs="Times New Roman"/>
      <w:sz w:val="17"/>
      <w:szCs w:val="24"/>
      <w:lang w:val="en-GB"/>
    </w:rPr>
  </w:style>
  <w:style w:type="character" w:customStyle="1" w:styleId="LetteredTaskIndentedChar">
    <w:name w:val="*Lettered Task Indented Char"/>
    <w:basedOn w:val="LetteredTaskChar"/>
    <w:link w:val="LetteredTaskIndented"/>
    <w:locked/>
    <w:rsid w:val="00790B49"/>
    <w:rPr>
      <w:rFonts w:ascii="Arial" w:hAnsi="Arial" w:cs="Arial"/>
      <w:szCs w:val="24"/>
      <w:lang w:val="en-GB"/>
    </w:rPr>
  </w:style>
  <w:style w:type="paragraph" w:customStyle="1" w:styleId="LetteredTaskIndented">
    <w:name w:val="*Lettered Task Indented"/>
    <w:basedOn w:val="LetteredTask"/>
    <w:next w:val="LetteredLine"/>
    <w:link w:val="LetteredTaskIndentedChar"/>
    <w:rsid w:val="00790B49"/>
    <w:pPr>
      <w:numPr>
        <w:numId w:val="0"/>
      </w:numPr>
      <w:ind w:left="567"/>
    </w:pPr>
  </w:style>
  <w:style w:type="paragraph" w:customStyle="1" w:styleId="BulletedPoint">
    <w:name w:val="*Bulleted Point"/>
    <w:basedOn w:val="LetteredTaskIndented"/>
    <w:link w:val="BulletedPointChar"/>
    <w:rsid w:val="00790B49"/>
    <w:pPr>
      <w:numPr>
        <w:numId w:val="2"/>
      </w:numPr>
      <w:tabs>
        <w:tab w:val="left" w:pos="284"/>
      </w:tabs>
      <w:spacing w:before="120"/>
      <w:ind w:left="284" w:hanging="284"/>
    </w:pPr>
  </w:style>
  <w:style w:type="character" w:customStyle="1" w:styleId="BulletedPointIndentedChar">
    <w:name w:val="*Bulleted Point Indented Char"/>
    <w:basedOn w:val="DefaultParagraphFont"/>
    <w:link w:val="BulletedPointIndented"/>
    <w:locked/>
    <w:rsid w:val="00790B49"/>
    <w:rPr>
      <w:rFonts w:ascii="Arial" w:hAnsi="Arial" w:cs="Arial"/>
      <w:szCs w:val="24"/>
      <w:lang w:val="en-GB"/>
    </w:rPr>
  </w:style>
  <w:style w:type="paragraph" w:customStyle="1" w:styleId="BulletedPointIndented">
    <w:name w:val="*Bulleted Point Indented"/>
    <w:basedOn w:val="BulletedPoint"/>
    <w:link w:val="BulletedPointIndentedChar"/>
    <w:rsid w:val="00790B49"/>
    <w:pPr>
      <w:tabs>
        <w:tab w:val="clear" w:pos="284"/>
        <w:tab w:val="left" w:pos="851"/>
      </w:tabs>
      <w:ind w:left="851"/>
    </w:pPr>
  </w:style>
  <w:style w:type="character" w:customStyle="1" w:styleId="BulletedPointChar">
    <w:name w:val="*Bulleted Point Char"/>
    <w:basedOn w:val="LetteredTaskIndentedChar"/>
    <w:link w:val="BulletedPoint"/>
    <w:locked/>
    <w:rsid w:val="00790B49"/>
    <w:rPr>
      <w:rFonts w:ascii="Arial" w:hAnsi="Arial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B52BC-4F72-4482-9FCF-D3D02C447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19191A0F</Template>
  <TotalTime>1</TotalTime>
  <Pages>4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 Hearn-Rollo</dc:creator>
  <cp:lastModifiedBy>Lara Hearn-Rollo</cp:lastModifiedBy>
  <cp:revision>2</cp:revision>
  <cp:lastPrinted>2011-08-25T01:41:00Z</cp:lastPrinted>
  <dcterms:created xsi:type="dcterms:W3CDTF">2011-08-28T01:19:00Z</dcterms:created>
  <dcterms:modified xsi:type="dcterms:W3CDTF">2011-08-28T01:19:00Z</dcterms:modified>
</cp:coreProperties>
</file>